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A80" w:rsidRPr="007A62B4" w:rsidRDefault="00076A80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076A80" w:rsidRPr="007A62B4" w:rsidRDefault="00076A80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о доходах, имуществе и обязательствах имущественного характера</w:t>
      </w:r>
    </w:p>
    <w:p w:rsidR="00076A80" w:rsidRPr="007258E2" w:rsidRDefault="00076A80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_начальника планово-экономического  отдела  УСЗН администрации Осинниковского городского округа_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>и членов его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семьи </w:t>
      </w:r>
    </w:p>
    <w:p w:rsidR="00076A80" w:rsidRPr="007A62B4" w:rsidRDefault="00076A80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за пери</w:t>
      </w:r>
      <w:r>
        <w:rPr>
          <w:rFonts w:ascii="Times New Roman" w:hAnsi="Times New Roman" w:cs="Times New Roman"/>
          <w:b/>
          <w:bCs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076A80" w:rsidRPr="001C2E52" w:rsidRDefault="00076A80" w:rsidP="001F4E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81"/>
        <w:gridCol w:w="2092"/>
        <w:gridCol w:w="1721"/>
        <w:gridCol w:w="1152"/>
        <w:gridCol w:w="1677"/>
        <w:gridCol w:w="2044"/>
        <w:gridCol w:w="1721"/>
        <w:gridCol w:w="1152"/>
        <w:gridCol w:w="1677"/>
      </w:tblGrid>
      <w:tr w:rsidR="00076A80" w:rsidRPr="00EB213B">
        <w:trPr>
          <w:trHeight w:val="151"/>
        </w:trPr>
        <w:tc>
          <w:tcPr>
            <w:tcW w:w="2545" w:type="dxa"/>
            <w:vMerge w:val="restart"/>
          </w:tcPr>
          <w:p w:rsidR="00076A80" w:rsidRPr="00EB213B" w:rsidRDefault="00076A8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служащего.</w:t>
            </w:r>
          </w:p>
          <w:p w:rsidR="00076A80" w:rsidRPr="00EB213B" w:rsidRDefault="00076A80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Супруга (супруг) и несовершеннолетние дети </w:t>
            </w:r>
          </w:p>
        </w:tc>
        <w:tc>
          <w:tcPr>
            <w:tcW w:w="2092" w:type="dxa"/>
            <w:vMerge w:val="restart"/>
          </w:tcPr>
          <w:p w:rsidR="00076A80" w:rsidRPr="00EB213B" w:rsidRDefault="00076A8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076A80" w:rsidRPr="00EB213B" w:rsidRDefault="00076A8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за 2013 г. (руб.)</w:t>
            </w:r>
          </w:p>
        </w:tc>
        <w:tc>
          <w:tcPr>
            <w:tcW w:w="6244" w:type="dxa"/>
            <w:gridSpan w:val="4"/>
          </w:tcPr>
          <w:p w:rsidR="00076A80" w:rsidRPr="00EB213B" w:rsidRDefault="00076A8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076A80" w:rsidRPr="00EB213B" w:rsidRDefault="00076A8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6A80" w:rsidRPr="00EB213B">
        <w:trPr>
          <w:trHeight w:val="150"/>
        </w:trPr>
        <w:tc>
          <w:tcPr>
            <w:tcW w:w="2545" w:type="dxa"/>
            <w:vMerge/>
          </w:tcPr>
          <w:p w:rsidR="00076A80" w:rsidRPr="00EB213B" w:rsidRDefault="00076A8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076A80" w:rsidRPr="00EB213B" w:rsidRDefault="00076A8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076A80" w:rsidRPr="00EB213B" w:rsidRDefault="00076A8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076A80" w:rsidRPr="00EB213B" w:rsidRDefault="00076A8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076A80" w:rsidRPr="00EB213B" w:rsidRDefault="00076A8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076A80" w:rsidRPr="00EB213B" w:rsidRDefault="00076A8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076A80" w:rsidRPr="00EB213B" w:rsidRDefault="00076A8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076A80" w:rsidRPr="00EB213B" w:rsidRDefault="00076A8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076A80" w:rsidRPr="00EB213B" w:rsidRDefault="00076A8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076A80" w:rsidRPr="00EB213B">
        <w:trPr>
          <w:trHeight w:val="150"/>
        </w:trPr>
        <w:tc>
          <w:tcPr>
            <w:tcW w:w="2545" w:type="dxa"/>
          </w:tcPr>
          <w:p w:rsidR="00076A80" w:rsidRDefault="00076A80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Маркова Чачак Мухаметшагитовна</w:t>
            </w:r>
          </w:p>
          <w:p w:rsidR="00076A80" w:rsidRPr="00EB213B" w:rsidRDefault="00076A80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76A80" w:rsidRPr="00EB213B" w:rsidRDefault="00076A80" w:rsidP="0098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315947,27</w:t>
            </w:r>
          </w:p>
        </w:tc>
        <w:tc>
          <w:tcPr>
            <w:tcW w:w="1721" w:type="dxa"/>
          </w:tcPr>
          <w:p w:rsidR="00076A80" w:rsidRPr="00EB213B" w:rsidRDefault="00076A80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1/3)</w:t>
            </w:r>
          </w:p>
        </w:tc>
        <w:tc>
          <w:tcPr>
            <w:tcW w:w="1152" w:type="dxa"/>
          </w:tcPr>
          <w:p w:rsidR="00076A80" w:rsidRPr="00EB213B" w:rsidRDefault="00076A80" w:rsidP="00B20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1677" w:type="dxa"/>
          </w:tcPr>
          <w:p w:rsidR="00076A80" w:rsidRPr="00EB213B" w:rsidRDefault="00076A80" w:rsidP="00B20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076A80" w:rsidRPr="00EB213B" w:rsidRDefault="00076A80" w:rsidP="008A4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076A80" w:rsidRPr="00EB213B" w:rsidRDefault="00076A80" w:rsidP="006C1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076A80" w:rsidRPr="00EB213B" w:rsidRDefault="00076A8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076A80" w:rsidRPr="00EB213B" w:rsidRDefault="00076A8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76A80" w:rsidRPr="00EB213B">
        <w:trPr>
          <w:trHeight w:val="535"/>
        </w:trPr>
        <w:tc>
          <w:tcPr>
            <w:tcW w:w="2545" w:type="dxa"/>
          </w:tcPr>
          <w:p w:rsidR="00076A80" w:rsidRPr="00EB213B" w:rsidRDefault="00076A80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92" w:type="dxa"/>
          </w:tcPr>
          <w:p w:rsidR="00076A80" w:rsidRPr="00EB213B" w:rsidRDefault="00076A8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532463,84</w:t>
            </w:r>
          </w:p>
        </w:tc>
        <w:tc>
          <w:tcPr>
            <w:tcW w:w="1721" w:type="dxa"/>
          </w:tcPr>
          <w:p w:rsidR="00076A80" w:rsidRPr="00B53F26" w:rsidRDefault="00076A8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 (долевая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52" w:type="dxa"/>
          </w:tcPr>
          <w:p w:rsidR="00076A80" w:rsidRPr="00EB213B" w:rsidRDefault="00076A8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1677" w:type="dxa"/>
          </w:tcPr>
          <w:p w:rsidR="00076A80" w:rsidRPr="00EB213B" w:rsidRDefault="00076A8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076A80" w:rsidRDefault="00076A8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мототранспорные </w:t>
            </w:r>
          </w:p>
          <w:p w:rsidR="00076A80" w:rsidRDefault="00076A8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</w:p>
          <w:p w:rsidR="00076A80" w:rsidRDefault="00076A8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(Урал)</w:t>
            </w:r>
          </w:p>
          <w:p w:rsidR="00076A80" w:rsidRPr="00EB213B" w:rsidRDefault="00076A8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076A80" w:rsidRPr="00EB213B" w:rsidRDefault="00076A80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076A80" w:rsidRPr="00EB213B" w:rsidRDefault="00076A8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076A80" w:rsidRPr="00EB213B" w:rsidRDefault="00076A8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76A80" w:rsidRDefault="00076A80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6A80" w:rsidRDefault="00076A80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76A80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2B4"/>
    <w:rsid w:val="00016CAF"/>
    <w:rsid w:val="0002769B"/>
    <w:rsid w:val="00067B76"/>
    <w:rsid w:val="00076A80"/>
    <w:rsid w:val="00093205"/>
    <w:rsid w:val="000B05CB"/>
    <w:rsid w:val="000F06A8"/>
    <w:rsid w:val="00185547"/>
    <w:rsid w:val="001A2C9E"/>
    <w:rsid w:val="001B38B0"/>
    <w:rsid w:val="001C2E52"/>
    <w:rsid w:val="001D2E0F"/>
    <w:rsid w:val="001F4E4D"/>
    <w:rsid w:val="00245559"/>
    <w:rsid w:val="0024763F"/>
    <w:rsid w:val="00275070"/>
    <w:rsid w:val="002B3027"/>
    <w:rsid w:val="003326D4"/>
    <w:rsid w:val="003A092C"/>
    <w:rsid w:val="0048232B"/>
    <w:rsid w:val="004C1D40"/>
    <w:rsid w:val="0052346C"/>
    <w:rsid w:val="00566EC1"/>
    <w:rsid w:val="00617983"/>
    <w:rsid w:val="006520CD"/>
    <w:rsid w:val="006555E5"/>
    <w:rsid w:val="006C1CDC"/>
    <w:rsid w:val="006C55ED"/>
    <w:rsid w:val="007258E2"/>
    <w:rsid w:val="0075475B"/>
    <w:rsid w:val="00782663"/>
    <w:rsid w:val="00793B33"/>
    <w:rsid w:val="007A62B4"/>
    <w:rsid w:val="007D783D"/>
    <w:rsid w:val="00833584"/>
    <w:rsid w:val="008371F6"/>
    <w:rsid w:val="00886E89"/>
    <w:rsid w:val="008A496F"/>
    <w:rsid w:val="00906482"/>
    <w:rsid w:val="00906DFC"/>
    <w:rsid w:val="00910570"/>
    <w:rsid w:val="00931D25"/>
    <w:rsid w:val="00977749"/>
    <w:rsid w:val="00981350"/>
    <w:rsid w:val="009D5F10"/>
    <w:rsid w:val="00A52FA9"/>
    <w:rsid w:val="00A93759"/>
    <w:rsid w:val="00B111B9"/>
    <w:rsid w:val="00B2023F"/>
    <w:rsid w:val="00B53F26"/>
    <w:rsid w:val="00BB5F0B"/>
    <w:rsid w:val="00C20AC3"/>
    <w:rsid w:val="00CA528A"/>
    <w:rsid w:val="00CC442F"/>
    <w:rsid w:val="00D24E29"/>
    <w:rsid w:val="00D7135E"/>
    <w:rsid w:val="00D84305"/>
    <w:rsid w:val="00E334EE"/>
    <w:rsid w:val="00EB213B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FA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78</TotalTime>
  <Pages>1</Pages>
  <Words>133</Words>
  <Characters>763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No name</cp:lastModifiedBy>
  <cp:revision>27</cp:revision>
  <cp:lastPrinted>2014-04-16T08:14:00Z</cp:lastPrinted>
  <dcterms:created xsi:type="dcterms:W3CDTF">2013-05-17T08:24:00Z</dcterms:created>
  <dcterms:modified xsi:type="dcterms:W3CDTF">2014-04-16T08:14:00Z</dcterms:modified>
</cp:coreProperties>
</file>